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524EA8" w14:textId="783BB99E" w:rsidR="00E5469A" w:rsidRDefault="00E5469A" w:rsidP="00B4015F">
      <w:pPr>
        <w:pStyle w:val="MStitle"/>
      </w:pPr>
      <w:r>
        <w:t xml:space="preserve">Supplement of </w:t>
      </w:r>
    </w:p>
    <w:p w14:paraId="264CCC80" w14:textId="77777777" w:rsidR="00287ACA" w:rsidRDefault="00287ACA" w:rsidP="00B4015F">
      <w:pPr>
        <w:pStyle w:val="MStitle"/>
      </w:pPr>
    </w:p>
    <w:p w14:paraId="5FB63BA9" w14:textId="77777777" w:rsidR="00287ACA" w:rsidRPr="008D2DC2" w:rsidRDefault="00287ACA" w:rsidP="00287ACA">
      <w:pPr>
        <w:pStyle w:val="MStitle"/>
      </w:pPr>
      <w:r>
        <w:t xml:space="preserve">BENFEP, a quantitative database of BENthic Foraminifera from surface sediments of the Eastern Pacific </w:t>
      </w:r>
    </w:p>
    <w:p w14:paraId="6D1B99E9" w14:textId="6F322CC5" w:rsidR="00287ACA" w:rsidRPr="00DA76AD" w:rsidRDefault="00287ACA" w:rsidP="00287ACA">
      <w:pPr>
        <w:pStyle w:val="Authors"/>
        <w:rPr>
          <w:lang w:val="es-ES"/>
        </w:rPr>
      </w:pPr>
      <w:r w:rsidRPr="002513CF">
        <w:rPr>
          <w:lang w:val="es-ES"/>
        </w:rPr>
        <w:t>Paula Diz</w:t>
      </w:r>
      <w:r>
        <w:rPr>
          <w:lang w:val="es-ES"/>
        </w:rPr>
        <w:t>, Víctor Gónzalez-Guitián</w:t>
      </w:r>
      <w:r w:rsidRPr="00DA76AD">
        <w:rPr>
          <w:lang w:val="es-ES"/>
        </w:rPr>
        <w:t>,</w:t>
      </w:r>
      <w:r>
        <w:rPr>
          <w:lang w:val="es-ES"/>
        </w:rPr>
        <w:t xml:space="preserve"> Rita González-Villanueva, Aida Ovejero, Iván Hernández-Almeida</w:t>
      </w:r>
    </w:p>
    <w:p w14:paraId="694E34D1" w14:textId="77777777" w:rsidR="00287ACA" w:rsidRDefault="00287ACA" w:rsidP="00B4015F">
      <w:pPr>
        <w:rPr>
          <w:b/>
          <w:lang w:val="es-ES"/>
        </w:rPr>
      </w:pPr>
    </w:p>
    <w:p w14:paraId="69D6A2E0" w14:textId="01FE58A8" w:rsidR="00287ACA" w:rsidRPr="007C2208" w:rsidRDefault="00287ACA" w:rsidP="007C2208">
      <w:pPr>
        <w:pStyle w:val="Correspondence"/>
        <w:rPr>
          <w:lang w:val="pt-PT"/>
        </w:rPr>
      </w:pPr>
      <w:r w:rsidRPr="006A24F9">
        <w:rPr>
          <w:i/>
          <w:lang w:val="pt-PT"/>
        </w:rPr>
        <w:t>Correspondence to</w:t>
      </w:r>
      <w:r w:rsidRPr="006A24F9">
        <w:rPr>
          <w:lang w:val="pt-PT"/>
        </w:rPr>
        <w:t>: Paula Diz (</w:t>
      </w:r>
      <w:r>
        <w:rPr>
          <w:lang w:val="pt-PT"/>
        </w:rPr>
        <w:t>pauladiz</w:t>
      </w:r>
      <w:r w:rsidRPr="006A24F9">
        <w:rPr>
          <w:lang w:val="pt-PT"/>
        </w:rPr>
        <w:t>@</w:t>
      </w:r>
      <w:r>
        <w:rPr>
          <w:lang w:val="pt-PT"/>
        </w:rPr>
        <w:t>uvigo.es</w:t>
      </w:r>
      <w:r w:rsidRPr="006A24F9">
        <w:rPr>
          <w:lang w:val="pt-PT"/>
        </w:rPr>
        <w:t>)</w:t>
      </w:r>
    </w:p>
    <w:p w14:paraId="6EAEC348" w14:textId="5727436B" w:rsidR="00C82F79" w:rsidRDefault="00B07C15" w:rsidP="00B4015F">
      <w:r>
        <w:rPr>
          <w:b/>
        </w:rPr>
        <w:t>Supplement</w:t>
      </w:r>
    </w:p>
    <w:p w14:paraId="41868303" w14:textId="1715E11E" w:rsidR="005014B9" w:rsidRDefault="007E1722" w:rsidP="005014B9">
      <w:r>
        <w:t>Excel file indicating the s</w:t>
      </w:r>
      <w:r w:rsidR="00287ACA" w:rsidRPr="00C44248">
        <w:t xml:space="preserve">ystematics of benthic foraminiferal </w:t>
      </w:r>
      <w:r w:rsidR="00287ACA">
        <w:t xml:space="preserve">valid </w:t>
      </w:r>
      <w:r w:rsidR="00287ACA" w:rsidRPr="00C44248">
        <w:t>species</w:t>
      </w:r>
      <w:r w:rsidR="00287ACA">
        <w:t xml:space="preserve"> names in BENFEP following the </w:t>
      </w:r>
      <w:r>
        <w:t xml:space="preserve">concepts of the </w:t>
      </w:r>
      <w:r w:rsidR="00287ACA">
        <w:t>World Foraminifera Database</w:t>
      </w:r>
      <w:r w:rsidR="00566000">
        <w:t xml:space="preserve"> (Hayward et al., 2022</w:t>
      </w:r>
      <w:r w:rsidR="001019AB">
        <w:t>,</w:t>
      </w:r>
      <w:r w:rsidR="007C2208">
        <w:t xml:space="preserve"> </w:t>
      </w:r>
      <w:r w:rsidR="00287ACA">
        <w:t xml:space="preserve">last accessed </w:t>
      </w:r>
      <w:r w:rsidR="00F02E5F">
        <w:t xml:space="preserve">in </w:t>
      </w:r>
      <w:bookmarkStart w:id="0" w:name="_GoBack"/>
      <w:bookmarkEnd w:id="0"/>
      <w:r w:rsidR="00287ACA">
        <w:t>March 2022</w:t>
      </w:r>
      <w:r w:rsidR="001019AB">
        <w:t>)</w:t>
      </w:r>
      <w:r w:rsidR="007C2208">
        <w:t>.</w:t>
      </w:r>
    </w:p>
    <w:p w14:paraId="67EE6421" w14:textId="2991505E" w:rsidR="00B4015F" w:rsidRDefault="00B4015F" w:rsidP="00670F05">
      <w:pPr>
        <w:pStyle w:val="Ttulo2"/>
      </w:pPr>
    </w:p>
    <w:sectPr w:rsidR="00B4015F" w:rsidSect="00F512A5">
      <w:footerReference w:type="default" r:id="rId8"/>
      <w:pgSz w:w="11907" w:h="13608"/>
      <w:pgMar w:top="567" w:right="936" w:bottom="1338" w:left="936" w:header="0" w:footer="737" w:gutter="0"/>
      <w:lnNumType w:countBy="5" w:distance="227" w:restart="continuous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EEE9D9" w14:textId="77777777" w:rsidR="0082302B" w:rsidRDefault="0082302B" w:rsidP="006D0C96">
      <w:pPr>
        <w:spacing w:line="240" w:lineRule="auto"/>
      </w:pPr>
      <w:r>
        <w:separator/>
      </w:r>
    </w:p>
  </w:endnote>
  <w:endnote w:type="continuationSeparator" w:id="0">
    <w:p w14:paraId="68D3B34B" w14:textId="77777777" w:rsidR="0082302B" w:rsidRDefault="0082302B" w:rsidP="006D0C9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6778817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576ABD1" w14:textId="0E720ECE" w:rsidR="006D0C96" w:rsidRDefault="006D0C96">
        <w:pPr>
          <w:pStyle w:val="Piedepgin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02E5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44AA5123" w14:textId="77777777" w:rsidR="006D0C96" w:rsidRDefault="006D0C96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EE3609" w14:textId="77777777" w:rsidR="0082302B" w:rsidRDefault="0082302B" w:rsidP="006D0C96">
      <w:pPr>
        <w:spacing w:line="240" w:lineRule="auto"/>
      </w:pPr>
      <w:r>
        <w:separator/>
      </w:r>
    </w:p>
  </w:footnote>
  <w:footnote w:type="continuationSeparator" w:id="0">
    <w:p w14:paraId="434A7580" w14:textId="77777777" w:rsidR="0082302B" w:rsidRDefault="0082302B" w:rsidP="006D0C96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294403"/>
    <w:multiLevelType w:val="hybridMultilevel"/>
    <w:tmpl w:val="E6ECA0A2"/>
    <w:lvl w:ilvl="0" w:tplc="35A460C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621EB8"/>
    <w:multiLevelType w:val="hybridMultilevel"/>
    <w:tmpl w:val="B3626938"/>
    <w:lvl w:ilvl="0" w:tplc="F29A847E">
      <w:start w:val="1"/>
      <w:numFmt w:val="bullet"/>
      <w:pStyle w:val="Bullets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1"/>
  <w:attachedTemplate r:id="rId1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4213"/>
    <w:rsid w:val="00041A84"/>
    <w:rsid w:val="0005690A"/>
    <w:rsid w:val="00075F28"/>
    <w:rsid w:val="000A1B66"/>
    <w:rsid w:val="000C3A9F"/>
    <w:rsid w:val="001019AB"/>
    <w:rsid w:val="00157D40"/>
    <w:rsid w:val="001C5EB9"/>
    <w:rsid w:val="00203F92"/>
    <w:rsid w:val="00287ACA"/>
    <w:rsid w:val="002D7ECA"/>
    <w:rsid w:val="003118C8"/>
    <w:rsid w:val="0032415E"/>
    <w:rsid w:val="003A4FB4"/>
    <w:rsid w:val="003D5288"/>
    <w:rsid w:val="00450DB9"/>
    <w:rsid w:val="00463568"/>
    <w:rsid w:val="004D0F1A"/>
    <w:rsid w:val="005014B9"/>
    <w:rsid w:val="00542A82"/>
    <w:rsid w:val="0055217B"/>
    <w:rsid w:val="00564213"/>
    <w:rsid w:val="00566000"/>
    <w:rsid w:val="005A4F32"/>
    <w:rsid w:val="006326D7"/>
    <w:rsid w:val="00670F05"/>
    <w:rsid w:val="006D0C96"/>
    <w:rsid w:val="0070537F"/>
    <w:rsid w:val="00733CBB"/>
    <w:rsid w:val="00751A44"/>
    <w:rsid w:val="00796A7F"/>
    <w:rsid w:val="007C2208"/>
    <w:rsid w:val="007E1722"/>
    <w:rsid w:val="0082302B"/>
    <w:rsid w:val="00855006"/>
    <w:rsid w:val="008B719F"/>
    <w:rsid w:val="008E213F"/>
    <w:rsid w:val="008E3110"/>
    <w:rsid w:val="008E5DCB"/>
    <w:rsid w:val="009150E4"/>
    <w:rsid w:val="0091791F"/>
    <w:rsid w:val="00932F15"/>
    <w:rsid w:val="00943440"/>
    <w:rsid w:val="009D38E2"/>
    <w:rsid w:val="009F2C0A"/>
    <w:rsid w:val="00A17EED"/>
    <w:rsid w:val="00AE4157"/>
    <w:rsid w:val="00B07C15"/>
    <w:rsid w:val="00B4015F"/>
    <w:rsid w:val="00B5719D"/>
    <w:rsid w:val="00B57CE4"/>
    <w:rsid w:val="00B62878"/>
    <w:rsid w:val="00B75342"/>
    <w:rsid w:val="00B94A58"/>
    <w:rsid w:val="00BD0523"/>
    <w:rsid w:val="00C1589F"/>
    <w:rsid w:val="00C26311"/>
    <w:rsid w:val="00C35812"/>
    <w:rsid w:val="00C82F79"/>
    <w:rsid w:val="00CC51D0"/>
    <w:rsid w:val="00CD59BA"/>
    <w:rsid w:val="00D40CE0"/>
    <w:rsid w:val="00D855CA"/>
    <w:rsid w:val="00DB4E53"/>
    <w:rsid w:val="00E00253"/>
    <w:rsid w:val="00E00339"/>
    <w:rsid w:val="00E142A8"/>
    <w:rsid w:val="00E5469A"/>
    <w:rsid w:val="00E861A5"/>
    <w:rsid w:val="00ED6B96"/>
    <w:rsid w:val="00EE58C0"/>
    <w:rsid w:val="00F02E5F"/>
    <w:rsid w:val="00F35903"/>
    <w:rsid w:val="00F512A5"/>
    <w:rsid w:val="00F5258E"/>
    <w:rsid w:val="00F64C9C"/>
    <w:rsid w:val="00FB27FE"/>
    <w:rsid w:val="00FF3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5DBE553"/>
  <w15:docId w15:val="{D2CFD17B-36C5-4048-BB43-0059F9DAD1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40CE0"/>
    <w:pPr>
      <w:spacing w:line="360" w:lineRule="auto"/>
      <w:jc w:val="both"/>
    </w:pPr>
    <w:rPr>
      <w:rFonts w:ascii="Times New Roman" w:eastAsia="Times New Roman" w:hAnsi="Times New Roman"/>
      <w:szCs w:val="24"/>
      <w:lang w:eastAsia="de-DE"/>
    </w:rPr>
  </w:style>
  <w:style w:type="paragraph" w:styleId="Ttulo1">
    <w:name w:val="heading 1"/>
    <w:basedOn w:val="Normal"/>
    <w:next w:val="Normal"/>
    <w:link w:val="Ttulo1Car"/>
    <w:qFormat/>
    <w:rsid w:val="00075F28"/>
    <w:pPr>
      <w:keepNext/>
      <w:spacing w:before="480" w:after="240" w:line="240" w:lineRule="auto"/>
      <w:outlineLvl w:val="0"/>
    </w:pPr>
    <w:rPr>
      <w:rFonts w:cs="Arial"/>
      <w:b/>
      <w:bCs/>
      <w:color w:val="000000"/>
      <w:kern w:val="32"/>
      <w:szCs w:val="32"/>
    </w:rPr>
  </w:style>
  <w:style w:type="paragraph" w:styleId="Ttulo2">
    <w:name w:val="heading 2"/>
    <w:basedOn w:val="Normal"/>
    <w:next w:val="Normal"/>
    <w:link w:val="Ttulo2Car"/>
    <w:qFormat/>
    <w:rsid w:val="00E00339"/>
    <w:pPr>
      <w:keepNext/>
      <w:spacing w:before="240" w:after="240" w:line="240" w:lineRule="auto"/>
      <w:outlineLvl w:val="1"/>
    </w:pPr>
    <w:rPr>
      <w:rFonts w:cs="Arial"/>
      <w:b/>
      <w:bCs/>
      <w:iCs/>
      <w:szCs w:val="28"/>
    </w:rPr>
  </w:style>
  <w:style w:type="paragraph" w:styleId="Ttulo3">
    <w:name w:val="heading 3"/>
    <w:basedOn w:val="Normal"/>
    <w:next w:val="Normal"/>
    <w:link w:val="Ttulo3Car"/>
    <w:qFormat/>
    <w:rsid w:val="005A4F32"/>
    <w:pPr>
      <w:keepNext/>
      <w:spacing w:before="240" w:after="240" w:line="240" w:lineRule="auto"/>
      <w:outlineLvl w:val="2"/>
    </w:pPr>
    <w:rPr>
      <w:rFonts w:cs="Arial"/>
      <w:b/>
      <w:bCs/>
      <w:szCs w:val="26"/>
    </w:rPr>
  </w:style>
  <w:style w:type="paragraph" w:styleId="Ttulo4">
    <w:name w:val="heading 4"/>
    <w:basedOn w:val="Normal"/>
    <w:next w:val="Normal"/>
    <w:link w:val="Ttulo4Car"/>
    <w:rsid w:val="00ED6B96"/>
    <w:pPr>
      <w:keepNext/>
      <w:outlineLvl w:val="3"/>
    </w:pPr>
    <w:rPr>
      <w:b/>
      <w:bCs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Betreff">
    <w:name w:val="Betreff"/>
    <w:basedOn w:val="Normal"/>
    <w:next w:val="Normal"/>
    <w:rsid w:val="00ED6B96"/>
    <w:rPr>
      <w:b/>
    </w:rPr>
  </w:style>
  <w:style w:type="paragraph" w:customStyle="1" w:styleId="Bullets">
    <w:name w:val="Bullets"/>
    <w:basedOn w:val="Normal"/>
    <w:link w:val="BulletsChar"/>
    <w:rsid w:val="00ED6B96"/>
    <w:pPr>
      <w:numPr>
        <w:numId w:val="2"/>
      </w:numPr>
    </w:pPr>
  </w:style>
  <w:style w:type="character" w:customStyle="1" w:styleId="BulletsChar">
    <w:name w:val="Bullets Char"/>
    <w:link w:val="Bullets"/>
    <w:rsid w:val="00ED6B96"/>
    <w:rPr>
      <w:rFonts w:ascii="Verdana" w:eastAsia="Times New Roman" w:hAnsi="Verdana" w:cs="Times New Roman"/>
      <w:sz w:val="19"/>
      <w:szCs w:val="24"/>
      <w:lang w:eastAsia="de-DE"/>
    </w:rPr>
  </w:style>
  <w:style w:type="table" w:customStyle="1" w:styleId="Copernicus">
    <w:name w:val="Copernicus"/>
    <w:basedOn w:val="Tablanormal"/>
    <w:rsid w:val="00ED6B96"/>
    <w:rPr>
      <w:rFonts w:ascii="Verdana" w:eastAsia="Times New Roman" w:hAnsi="Verdana"/>
      <w:sz w:val="19"/>
    </w:rPr>
    <w:tblPr>
      <w:tblStyleRowBandSize w:val="1"/>
      <w:tblStyleColBandSize w:val="1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</w:tblPr>
    <w:tcPr>
      <w:shd w:val="clear" w:color="auto" w:fill="auto"/>
      <w:vAlign w:val="center"/>
    </w:tcPr>
    <w:tblStylePr w:type="firstRow">
      <w:pPr>
        <w:jc w:val="left"/>
      </w:pPr>
      <w:rPr>
        <w:rFonts w:ascii="Verdana" w:hAnsi="Verdana"/>
        <w:b/>
        <w:i w:val="0"/>
        <w:sz w:val="19"/>
      </w:rPr>
      <w:tblPr/>
      <w:tcPr>
        <w:shd w:val="clear" w:color="auto" w:fill="BFBFBF"/>
      </w:tcPr>
    </w:tblStylePr>
    <w:tblStylePr w:type="lastRow">
      <w:pPr>
        <w:jc w:val="left"/>
      </w:pPr>
      <w:rPr>
        <w:rFonts w:ascii="Verdana" w:hAnsi="Verdana"/>
        <w:sz w:val="19"/>
      </w:rPr>
    </w:tblStylePr>
    <w:tblStylePr w:type="firstCol">
      <w:rPr>
        <w:rFonts w:ascii="Verdana" w:hAnsi="Verdana"/>
        <w:sz w:val="19"/>
      </w:rPr>
    </w:tblStylePr>
    <w:tblStylePr w:type="lastCol">
      <w:rPr>
        <w:rFonts w:ascii="Verdana" w:hAnsi="Verdana"/>
        <w:sz w:val="19"/>
      </w:rPr>
      <w:tblPr/>
      <w:tcPr>
        <w:tc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cBorders>
      </w:tcPr>
    </w:tblStylePr>
  </w:style>
  <w:style w:type="paragraph" w:styleId="Encabezado">
    <w:name w:val="header"/>
    <w:basedOn w:val="Normal"/>
    <w:link w:val="EncabezadoCar"/>
    <w:rsid w:val="00ED6B96"/>
    <w:pPr>
      <w:tabs>
        <w:tab w:val="center" w:pos="4536"/>
        <w:tab w:val="right" w:pos="9072"/>
      </w:tabs>
    </w:pPr>
  </w:style>
  <w:style w:type="character" w:customStyle="1" w:styleId="Ttulo1Car">
    <w:name w:val="Título 1 Car"/>
    <w:link w:val="Ttulo1"/>
    <w:rsid w:val="00075F28"/>
    <w:rPr>
      <w:rFonts w:ascii="Times New Roman" w:eastAsia="Times New Roman" w:hAnsi="Times New Roman" w:cs="Arial"/>
      <w:b/>
      <w:bCs/>
      <w:color w:val="000000"/>
      <w:kern w:val="32"/>
      <w:szCs w:val="32"/>
      <w:lang w:eastAsia="de-DE"/>
    </w:rPr>
  </w:style>
  <w:style w:type="character" w:customStyle="1" w:styleId="Ttulo3Car">
    <w:name w:val="Título 3 Car"/>
    <w:link w:val="Ttulo3"/>
    <w:rsid w:val="005A4F32"/>
    <w:rPr>
      <w:rFonts w:ascii="Times New Roman" w:eastAsia="Times New Roman" w:hAnsi="Times New Roman" w:cs="Arial"/>
      <w:b/>
      <w:bCs/>
      <w:szCs w:val="26"/>
      <w:lang w:eastAsia="de-DE"/>
    </w:rPr>
  </w:style>
  <w:style w:type="character" w:customStyle="1" w:styleId="Ttulo4Car">
    <w:name w:val="Título 4 Car"/>
    <w:link w:val="Ttulo4"/>
    <w:rsid w:val="00796A7F"/>
    <w:rPr>
      <w:rFonts w:ascii="Verdana" w:eastAsia="Times New Roman" w:hAnsi="Verdana" w:cs="Times New Roman"/>
      <w:b/>
      <w:bCs/>
      <w:sz w:val="19"/>
      <w:szCs w:val="28"/>
      <w:lang w:eastAsia="de-DE"/>
    </w:rPr>
  </w:style>
  <w:style w:type="character" w:customStyle="1" w:styleId="EncabezadoCar">
    <w:name w:val="Encabezado Car"/>
    <w:link w:val="Encabezado"/>
    <w:rsid w:val="00ED6B96"/>
    <w:rPr>
      <w:rFonts w:ascii="Verdana" w:eastAsia="Times New Roman" w:hAnsi="Verdana" w:cs="Times New Roman"/>
      <w:sz w:val="19"/>
      <w:szCs w:val="24"/>
      <w:lang w:eastAsia="de-DE"/>
    </w:rPr>
  </w:style>
  <w:style w:type="character" w:customStyle="1" w:styleId="Ttulo2Car">
    <w:name w:val="Título 2 Car"/>
    <w:link w:val="Ttulo2"/>
    <w:rsid w:val="00E00339"/>
    <w:rPr>
      <w:rFonts w:ascii="Times New Roman" w:eastAsia="Times New Roman" w:hAnsi="Times New Roman" w:cs="Arial"/>
      <w:b/>
      <w:bCs/>
      <w:iCs/>
      <w:szCs w:val="28"/>
      <w:lang w:eastAsia="de-DE"/>
    </w:rPr>
  </w:style>
  <w:style w:type="character" w:styleId="Hipervnculo">
    <w:name w:val="Hyperlink"/>
    <w:rsid w:val="00ED6B96"/>
    <w:rPr>
      <w:color w:val="0000FF"/>
      <w:u w:val="single"/>
    </w:rPr>
  </w:style>
  <w:style w:type="paragraph" w:customStyle="1" w:styleId="Kontakt">
    <w:name w:val="Kontakt"/>
    <w:basedOn w:val="Normal"/>
    <w:rsid w:val="00ED6B96"/>
    <w:pPr>
      <w:spacing w:line="160" w:lineRule="exact"/>
    </w:pPr>
    <w:rPr>
      <w:color w:val="808080"/>
      <w:sz w:val="13"/>
    </w:rPr>
  </w:style>
  <w:style w:type="paragraph" w:customStyle="1" w:styleId="Name">
    <w:name w:val="Name"/>
    <w:basedOn w:val="Normal"/>
    <w:rsid w:val="00ED6B96"/>
    <w:pPr>
      <w:spacing w:before="160" w:after="80"/>
    </w:pPr>
    <w:rPr>
      <w:rFonts w:ascii="Book Antiqua" w:hAnsi="Book Antiqua"/>
      <w:color w:val="808080"/>
      <w:sz w:val="22"/>
    </w:rPr>
  </w:style>
  <w:style w:type="paragraph" w:customStyle="1" w:styleId="CopernicusWordtemplate">
    <w:name w:val="Copernicus_Word_template"/>
    <w:basedOn w:val="Normal"/>
    <w:link w:val="CopernicusWordtemplateChar"/>
    <w:rsid w:val="00B5719D"/>
  </w:style>
  <w:style w:type="character" w:customStyle="1" w:styleId="CopernicusWordtemplateChar">
    <w:name w:val="Copernicus_Word_template Char"/>
    <w:basedOn w:val="Fuentedeprrafopredeter"/>
    <w:link w:val="CopernicusWordtemplate"/>
    <w:rsid w:val="00B5719D"/>
    <w:rPr>
      <w:rFonts w:ascii="Times New Roman" w:eastAsia="Times New Roman" w:hAnsi="Times New Roman"/>
      <w:sz w:val="24"/>
      <w:szCs w:val="24"/>
      <w:lang w:eastAsia="de-DE"/>
    </w:rPr>
  </w:style>
  <w:style w:type="character" w:styleId="Nmerodelnea">
    <w:name w:val="line number"/>
    <w:basedOn w:val="Fuentedeprrafopredeter"/>
    <w:uiPriority w:val="99"/>
    <w:semiHidden/>
    <w:unhideWhenUsed/>
    <w:rsid w:val="00D40CE0"/>
  </w:style>
  <w:style w:type="paragraph" w:customStyle="1" w:styleId="MStitle">
    <w:name w:val="MS title"/>
    <w:basedOn w:val="Normal"/>
    <w:link w:val="MStitleChar"/>
    <w:qFormat/>
    <w:rsid w:val="0091791F"/>
    <w:pPr>
      <w:spacing w:before="360" w:line="440" w:lineRule="exact"/>
      <w:contextualSpacing/>
    </w:pPr>
    <w:rPr>
      <w:b/>
      <w:sz w:val="34"/>
    </w:rPr>
  </w:style>
  <w:style w:type="paragraph" w:styleId="Prrafodelista">
    <w:name w:val="List Paragraph"/>
    <w:basedOn w:val="Normal"/>
    <w:uiPriority w:val="34"/>
    <w:rsid w:val="00B4015F"/>
    <w:pPr>
      <w:ind w:left="720"/>
      <w:contextualSpacing/>
    </w:pPr>
  </w:style>
  <w:style w:type="character" w:customStyle="1" w:styleId="MStitleChar">
    <w:name w:val="MS title Char"/>
    <w:basedOn w:val="Fuentedeprrafopredeter"/>
    <w:link w:val="MStitle"/>
    <w:rsid w:val="0091791F"/>
    <w:rPr>
      <w:rFonts w:ascii="Times New Roman" w:eastAsia="Times New Roman" w:hAnsi="Times New Roman"/>
      <w:b/>
      <w:sz w:val="34"/>
      <w:szCs w:val="24"/>
      <w:lang w:eastAsia="de-DE"/>
    </w:rPr>
  </w:style>
  <w:style w:type="paragraph" w:customStyle="1" w:styleId="Affiliation">
    <w:name w:val="Affiliation"/>
    <w:basedOn w:val="Normal"/>
    <w:link w:val="AffiliationChar"/>
    <w:qFormat/>
    <w:rsid w:val="00450DB9"/>
    <w:pPr>
      <w:spacing w:before="120" w:line="240" w:lineRule="auto"/>
      <w:contextualSpacing/>
    </w:pPr>
  </w:style>
  <w:style w:type="character" w:styleId="Textodelmarcadordeposicin">
    <w:name w:val="Placeholder Text"/>
    <w:basedOn w:val="Fuentedeprrafopredeter"/>
    <w:uiPriority w:val="99"/>
    <w:semiHidden/>
    <w:rsid w:val="003D5288"/>
    <w:rPr>
      <w:color w:val="808080"/>
    </w:rPr>
  </w:style>
  <w:style w:type="character" w:customStyle="1" w:styleId="AffiliationChar">
    <w:name w:val="Affiliation Char"/>
    <w:basedOn w:val="Fuentedeprrafopredeter"/>
    <w:link w:val="Affiliation"/>
    <w:rsid w:val="00450DB9"/>
    <w:rPr>
      <w:rFonts w:ascii="Times New Roman" w:eastAsia="Times New Roman" w:hAnsi="Times New Roman"/>
      <w:szCs w:val="24"/>
      <w:lang w:eastAsia="de-D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D528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D5288"/>
    <w:rPr>
      <w:rFonts w:ascii="Tahoma" w:eastAsia="Times New Roman" w:hAnsi="Tahoma" w:cs="Tahoma"/>
      <w:sz w:val="16"/>
      <w:szCs w:val="16"/>
      <w:lang w:eastAsia="de-DE"/>
    </w:rPr>
  </w:style>
  <w:style w:type="paragraph" w:customStyle="1" w:styleId="Equation">
    <w:name w:val="Equation"/>
    <w:basedOn w:val="Normal"/>
    <w:link w:val="EquationChar"/>
    <w:rsid w:val="00C35812"/>
    <w:pPr>
      <w:spacing w:before="120" w:after="120"/>
    </w:pPr>
    <w:rPr>
      <w:rFonts w:ascii="Cambria Math" w:hAnsi="Cambria Math"/>
    </w:rPr>
  </w:style>
  <w:style w:type="paragraph" w:styleId="Descripcin">
    <w:name w:val="caption"/>
    <w:basedOn w:val="Normal"/>
    <w:next w:val="Normal"/>
    <w:uiPriority w:val="35"/>
    <w:unhideWhenUsed/>
    <w:qFormat/>
    <w:rsid w:val="003A4FB4"/>
    <w:pPr>
      <w:spacing w:after="200" w:line="240" w:lineRule="auto"/>
    </w:pPr>
    <w:rPr>
      <w:b/>
      <w:bCs/>
      <w:sz w:val="18"/>
      <w:szCs w:val="18"/>
    </w:rPr>
  </w:style>
  <w:style w:type="character" w:customStyle="1" w:styleId="EquationChar">
    <w:name w:val="Equation Char"/>
    <w:basedOn w:val="Fuentedeprrafopredeter"/>
    <w:link w:val="Equation"/>
    <w:rsid w:val="00C35812"/>
    <w:rPr>
      <w:rFonts w:ascii="Cambria Math" w:eastAsia="Times New Roman" w:hAnsi="Cambria Math"/>
      <w:szCs w:val="24"/>
      <w:lang w:eastAsia="de-DE"/>
    </w:rPr>
  </w:style>
  <w:style w:type="paragraph" w:styleId="Piedepgina">
    <w:name w:val="footer"/>
    <w:basedOn w:val="Normal"/>
    <w:link w:val="PiedepginaCar"/>
    <w:uiPriority w:val="99"/>
    <w:unhideWhenUsed/>
    <w:rsid w:val="006D0C96"/>
    <w:pPr>
      <w:tabs>
        <w:tab w:val="center" w:pos="4513"/>
        <w:tab w:val="right" w:pos="9026"/>
      </w:tabs>
      <w:spacing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D0C96"/>
    <w:rPr>
      <w:rFonts w:ascii="Times New Roman" w:eastAsia="Times New Roman" w:hAnsi="Times New Roman"/>
      <w:szCs w:val="24"/>
      <w:lang w:eastAsia="de-DE"/>
    </w:rPr>
  </w:style>
  <w:style w:type="paragraph" w:customStyle="1" w:styleId="Correspondence">
    <w:name w:val="Correspondence"/>
    <w:basedOn w:val="Normal"/>
    <w:link w:val="CorrespondenceChar"/>
    <w:qFormat/>
    <w:rsid w:val="008E213F"/>
    <w:pPr>
      <w:spacing w:before="120" w:after="360" w:line="240" w:lineRule="auto"/>
    </w:pPr>
  </w:style>
  <w:style w:type="character" w:customStyle="1" w:styleId="CorrespondenceChar">
    <w:name w:val="Correspondence Char"/>
    <w:basedOn w:val="Fuentedeprrafopredeter"/>
    <w:link w:val="Correspondence"/>
    <w:rsid w:val="008E213F"/>
    <w:rPr>
      <w:rFonts w:ascii="Times New Roman" w:eastAsia="Times New Roman" w:hAnsi="Times New Roman"/>
      <w:szCs w:val="24"/>
      <w:lang w:eastAsia="de-DE"/>
    </w:rPr>
  </w:style>
  <w:style w:type="paragraph" w:customStyle="1" w:styleId="Authors">
    <w:name w:val="Authors"/>
    <w:basedOn w:val="Normal"/>
    <w:link w:val="AuthorsChar"/>
    <w:qFormat/>
    <w:rsid w:val="00BD0523"/>
    <w:pPr>
      <w:spacing w:before="180" w:line="240" w:lineRule="auto"/>
      <w:contextualSpacing/>
    </w:pPr>
    <w:rPr>
      <w:sz w:val="24"/>
    </w:rPr>
  </w:style>
  <w:style w:type="character" w:customStyle="1" w:styleId="AuthorsChar">
    <w:name w:val="Authors Char"/>
    <w:basedOn w:val="Fuentedeprrafopredeter"/>
    <w:link w:val="Authors"/>
    <w:rsid w:val="00BD0523"/>
    <w:rPr>
      <w:rFonts w:ascii="Times New Roman" w:eastAsia="Times New Roman" w:hAnsi="Times New Roman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CopernicusTemplates\Free-Forms\Blank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Copernicus_Word_template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E2D489-86F4-4C16-9671-E3B8ED56B8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Blank</Template>
  <TotalTime>1</TotalTime>
  <Pages>1</Pages>
  <Words>74</Words>
  <Characters>410</Characters>
  <Application>Microsoft Office Word</Application>
  <DocSecurity>0</DocSecurity>
  <Lines>3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Blank</vt:lpstr>
      <vt:lpstr>Blank</vt:lpstr>
    </vt:vector>
  </TitlesOfParts>
  <Company>Copernicus Gesellschaft mbH</Company>
  <LinksUpToDate>false</LinksUpToDate>
  <CharactersWithSpaces>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Blank</dc:title>
  <dc:creator>Martin Rasmussen</dc:creator>
  <cp:lastModifiedBy>Paula Diz Ferreiro</cp:lastModifiedBy>
  <cp:revision>4</cp:revision>
  <cp:lastPrinted>2016-02-01T07:21:00Z</cp:lastPrinted>
  <dcterms:created xsi:type="dcterms:W3CDTF">2022-09-15T15:23:00Z</dcterms:created>
  <dcterms:modified xsi:type="dcterms:W3CDTF">2022-09-18T11:56:00Z</dcterms:modified>
</cp:coreProperties>
</file>