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8D4C" w14:textId="096F9AF0" w:rsidR="00D960A6" w:rsidRDefault="00E5469A" w:rsidP="00AF35F6">
      <w:pPr>
        <w:pStyle w:val="MStitle"/>
      </w:pPr>
      <w:r>
        <w:t xml:space="preserve">Supplement </w:t>
      </w:r>
    </w:p>
    <w:p w14:paraId="1997B17F" w14:textId="77777777" w:rsidR="00AF35F6" w:rsidRDefault="00AF35F6" w:rsidP="00AF35F6">
      <w:pPr>
        <w:pStyle w:val="MStitle"/>
        <w:rPr>
          <w:lang w:val="pt-PT"/>
        </w:rPr>
      </w:pPr>
    </w:p>
    <w:p w14:paraId="49C695DA" w14:textId="6D204B2F" w:rsidR="00D960A6" w:rsidRPr="00D960A6" w:rsidRDefault="00D960A6" w:rsidP="007C2208">
      <w:pPr>
        <w:pStyle w:val="Correspondence"/>
      </w:pPr>
      <w:r w:rsidRPr="00D960A6">
        <w:t>This supplement contain</w:t>
      </w:r>
      <w:r w:rsidR="0025732A">
        <w:t>s</w:t>
      </w:r>
      <w:r w:rsidRPr="00D960A6">
        <w:t xml:space="preserve"> </w:t>
      </w:r>
      <w:r w:rsidR="00A67529">
        <w:t>five</w:t>
      </w:r>
      <w:r w:rsidR="00A67529" w:rsidRPr="00D960A6">
        <w:t xml:space="preserve"> </w:t>
      </w:r>
      <w:r w:rsidRPr="00D960A6">
        <w:t>files.</w:t>
      </w:r>
    </w:p>
    <w:p w14:paraId="564881E0" w14:textId="79CEE67F" w:rsidR="002661E1" w:rsidRPr="00EC7DC4" w:rsidRDefault="004C0027" w:rsidP="00DD3099">
      <w:r w:rsidRPr="00A55B63">
        <w:rPr>
          <w:b/>
        </w:rPr>
        <w:t>File 1</w:t>
      </w:r>
      <w:r w:rsidR="0025732A">
        <w:rPr>
          <w:b/>
        </w:rPr>
        <w:t xml:space="preserve">. </w:t>
      </w:r>
      <w:r w:rsidR="0025732A">
        <w:t>S</w:t>
      </w:r>
      <w:r w:rsidR="00287ACA" w:rsidRPr="00EC7DC4">
        <w:t xml:space="preserve">ystematics of benthic foraminiferal </w:t>
      </w:r>
      <w:r>
        <w:t>species</w:t>
      </w:r>
      <w:r w:rsidR="00DD3099">
        <w:t xml:space="preserve"> </w:t>
      </w:r>
      <w:r>
        <w:t>listed in</w:t>
      </w:r>
      <w:r w:rsidR="00DD3099">
        <w:t xml:space="preserve"> </w:t>
      </w:r>
      <w:r w:rsidR="00287ACA" w:rsidRPr="00EC7DC4">
        <w:t>BENFEP</w:t>
      </w:r>
      <w:r w:rsidR="00A67529">
        <w:t>_v1</w:t>
      </w:r>
      <w:r w:rsidR="00287ACA" w:rsidRPr="00EC7DC4">
        <w:t xml:space="preserve"> following the </w:t>
      </w:r>
      <w:r w:rsidR="007E1722" w:rsidRPr="00EC7DC4">
        <w:t xml:space="preserve">concepts of the </w:t>
      </w:r>
      <w:r w:rsidR="00287ACA" w:rsidRPr="00EC7DC4">
        <w:t>World Foraminifera Database</w:t>
      </w:r>
      <w:r w:rsidR="00566000" w:rsidRPr="00EC7DC4">
        <w:t xml:space="preserve"> </w:t>
      </w:r>
      <w:r w:rsidR="00566000" w:rsidRPr="004C0027">
        <w:t>(Hayward et al., 2022</w:t>
      </w:r>
      <w:r w:rsidR="001019AB" w:rsidRPr="004C0027">
        <w:t>)</w:t>
      </w:r>
      <w:r w:rsidR="00DD3099">
        <w:t xml:space="preserve">. </w:t>
      </w:r>
    </w:p>
    <w:p w14:paraId="7B884153" w14:textId="77777777" w:rsidR="002661E1" w:rsidRPr="00EC7DC4" w:rsidRDefault="002661E1" w:rsidP="005014B9"/>
    <w:p w14:paraId="07CA8E16" w14:textId="3531D6C1" w:rsidR="00EC7DC4" w:rsidRPr="00EC7DC4" w:rsidRDefault="004C0027" w:rsidP="005014B9">
      <w:r>
        <w:rPr>
          <w:b/>
        </w:rPr>
        <w:t>File</w:t>
      </w:r>
      <w:r w:rsidR="002661E1" w:rsidRPr="00EC7DC4">
        <w:rPr>
          <w:b/>
        </w:rPr>
        <w:t xml:space="preserve"> 2</w:t>
      </w:r>
      <w:r w:rsidR="0025732A">
        <w:rPr>
          <w:b/>
        </w:rPr>
        <w:t xml:space="preserve">. </w:t>
      </w:r>
      <w:r w:rsidR="0025732A">
        <w:t>Original</w:t>
      </w:r>
      <w:r w:rsidR="002661E1" w:rsidRPr="00EC7DC4">
        <w:t xml:space="preserve"> authors´ species designations </w:t>
      </w:r>
      <w:r w:rsidR="00DD3099">
        <w:t xml:space="preserve">for the </w:t>
      </w:r>
      <w:r>
        <w:t>species harmonized in BENFEP</w:t>
      </w:r>
      <w:r w:rsidR="00A67529">
        <w:t>_v1</w:t>
      </w:r>
      <w:r w:rsidR="0025732A">
        <w:t xml:space="preserve"> and indicated in File 1</w:t>
      </w:r>
      <w:r>
        <w:t xml:space="preserve">. </w:t>
      </w:r>
      <w:r w:rsidR="00DD3099">
        <w:t xml:space="preserve"> </w:t>
      </w:r>
    </w:p>
    <w:p w14:paraId="41868303" w14:textId="76D9421F" w:rsidR="005014B9" w:rsidRPr="00EC7DC4" w:rsidRDefault="002661E1" w:rsidP="005014B9">
      <w:r w:rsidRPr="00EC7DC4">
        <w:t xml:space="preserve"> </w:t>
      </w:r>
    </w:p>
    <w:p w14:paraId="4323C913" w14:textId="35CDEBF1" w:rsidR="004C0027" w:rsidRDefault="004C0027" w:rsidP="00EC7DC4">
      <w:r>
        <w:rPr>
          <w:b/>
        </w:rPr>
        <w:t>File</w:t>
      </w:r>
      <w:r w:rsidR="00840373" w:rsidRPr="00EC7DC4">
        <w:rPr>
          <w:b/>
        </w:rPr>
        <w:t xml:space="preserve"> </w:t>
      </w:r>
      <w:r w:rsidR="00E376AF" w:rsidRPr="00EC7DC4">
        <w:rPr>
          <w:b/>
        </w:rPr>
        <w:t>3</w:t>
      </w:r>
      <w:r w:rsidR="0025732A">
        <w:rPr>
          <w:b/>
        </w:rPr>
        <w:t>.</w:t>
      </w:r>
      <w:r w:rsidR="0025732A">
        <w:t xml:space="preserve"> R</w:t>
      </w:r>
      <w:r w:rsidR="00EC7DC4" w:rsidRPr="00EC7DC4">
        <w:t xml:space="preserve">emarks </w:t>
      </w:r>
      <w:r w:rsidR="000B5DFA">
        <w:t xml:space="preserve">on </w:t>
      </w:r>
      <w:r w:rsidR="0072252E">
        <w:t xml:space="preserve">the </w:t>
      </w:r>
      <w:r w:rsidR="0025732A">
        <w:t>harmonization</w:t>
      </w:r>
      <w:r w:rsidR="0072252E">
        <w:t xml:space="preserve"> </w:t>
      </w:r>
      <w:r w:rsidR="0072252E" w:rsidRPr="00DB4ED1">
        <w:t>procedure</w:t>
      </w:r>
      <w:r w:rsidR="0025732A">
        <w:t xml:space="preserve">. </w:t>
      </w:r>
    </w:p>
    <w:p w14:paraId="4CA63DBB" w14:textId="77777777" w:rsidR="004C0027" w:rsidRDefault="004C0027" w:rsidP="008528D4">
      <w:pPr>
        <w:rPr>
          <w:b/>
        </w:rPr>
      </w:pPr>
    </w:p>
    <w:p w14:paraId="13FD6194" w14:textId="43F39A6A" w:rsidR="0025732A" w:rsidRDefault="004C0027" w:rsidP="0025732A">
      <w:r>
        <w:rPr>
          <w:b/>
        </w:rPr>
        <w:t>File 4</w:t>
      </w:r>
      <w:r w:rsidR="0025732A">
        <w:rPr>
          <w:b/>
        </w:rPr>
        <w:t xml:space="preserve">. </w:t>
      </w:r>
      <w:r w:rsidR="000C1178">
        <w:t xml:space="preserve">Extended explanations </w:t>
      </w:r>
      <w:r w:rsidR="0072252E" w:rsidRPr="00DB4ED1">
        <w:t>about</w:t>
      </w:r>
      <w:r w:rsidR="000C1178">
        <w:t xml:space="preserve"> </w:t>
      </w:r>
      <w:r w:rsidR="0025732A">
        <w:t>some species.</w:t>
      </w:r>
    </w:p>
    <w:p w14:paraId="61450322" w14:textId="77777777" w:rsidR="00E954D3" w:rsidRDefault="00E954D3" w:rsidP="0025732A"/>
    <w:p w14:paraId="45760036" w14:textId="58BA01D8" w:rsidR="00E954D3" w:rsidRPr="0025732A" w:rsidRDefault="00E954D3" w:rsidP="00E954D3">
      <w:pPr>
        <w:rPr>
          <w:b/>
        </w:rPr>
      </w:pPr>
      <w:r w:rsidRPr="0072252E">
        <w:rPr>
          <w:b/>
        </w:rPr>
        <w:t>File 5</w:t>
      </w:r>
      <w:r w:rsidRPr="0072252E">
        <w:t xml:space="preserve">. </w:t>
      </w:r>
      <w:r w:rsidR="00DB4ED1">
        <w:t>General s</w:t>
      </w:r>
      <w:r w:rsidR="000C1178" w:rsidRPr="0072252E">
        <w:t xml:space="preserve">uggestions </w:t>
      </w:r>
      <w:r w:rsidR="00DB4ED1">
        <w:t>on how to manage</w:t>
      </w:r>
      <w:r w:rsidR="0072252E">
        <w:t xml:space="preserve"> </w:t>
      </w:r>
      <w:r w:rsidR="000C1178" w:rsidRPr="0072252E">
        <w:t>BENFEP_v1_short</w:t>
      </w:r>
      <w:r w:rsidR="00A67529">
        <w:t xml:space="preserve"> </w:t>
      </w:r>
      <w:r w:rsidRPr="0072252E">
        <w:t>in R.</w:t>
      </w:r>
    </w:p>
    <w:p w14:paraId="3DC046C3" w14:textId="77777777" w:rsidR="0072252E" w:rsidRPr="00EC7DC4" w:rsidRDefault="0072252E" w:rsidP="005014B9">
      <w:pPr>
        <w:rPr>
          <w:b/>
        </w:rPr>
      </w:pPr>
    </w:p>
    <w:p w14:paraId="67EE6421" w14:textId="661C54AB" w:rsidR="00B4015F" w:rsidRPr="00EC7DC4" w:rsidRDefault="00B4015F" w:rsidP="00FE6E2B">
      <w:pPr>
        <w:autoSpaceDE w:val="0"/>
        <w:autoSpaceDN w:val="0"/>
        <w:adjustRightInd w:val="0"/>
        <w:spacing w:line="240" w:lineRule="auto"/>
        <w:jc w:val="left"/>
      </w:pPr>
    </w:p>
    <w:sectPr w:rsidR="00B4015F" w:rsidRPr="00EC7DC4" w:rsidSect="00FE6E2B">
      <w:footerReference w:type="default" r:id="rId8"/>
      <w:pgSz w:w="11907" w:h="13608"/>
      <w:pgMar w:top="567" w:right="936" w:bottom="1338" w:left="936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7A1E" w14:textId="77777777" w:rsidR="00906ADE" w:rsidRDefault="00906ADE" w:rsidP="006D0C96">
      <w:pPr>
        <w:spacing w:line="240" w:lineRule="auto"/>
      </w:pPr>
      <w:r>
        <w:separator/>
      </w:r>
    </w:p>
  </w:endnote>
  <w:endnote w:type="continuationSeparator" w:id="0">
    <w:p w14:paraId="66280982" w14:textId="77777777" w:rsidR="00906ADE" w:rsidRDefault="00906ADE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018FBA2A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E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41A30" w14:textId="77777777" w:rsidR="00906ADE" w:rsidRDefault="00906ADE" w:rsidP="006D0C96">
      <w:pPr>
        <w:spacing w:line="240" w:lineRule="auto"/>
      </w:pPr>
      <w:r>
        <w:separator/>
      </w:r>
    </w:p>
  </w:footnote>
  <w:footnote w:type="continuationSeparator" w:id="0">
    <w:p w14:paraId="3122A344" w14:textId="77777777" w:rsidR="00906ADE" w:rsidRDefault="00906ADE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257548">
    <w:abstractNumId w:val="1"/>
  </w:num>
  <w:num w:numId="2" w16cid:durableId="979845028">
    <w:abstractNumId w:val="1"/>
  </w:num>
  <w:num w:numId="3" w16cid:durableId="3050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41A84"/>
    <w:rsid w:val="0005690A"/>
    <w:rsid w:val="00056DF7"/>
    <w:rsid w:val="00075F28"/>
    <w:rsid w:val="000A1B66"/>
    <w:rsid w:val="000B5DFA"/>
    <w:rsid w:val="000C1178"/>
    <w:rsid w:val="000C3A9F"/>
    <w:rsid w:val="000D0164"/>
    <w:rsid w:val="000E665F"/>
    <w:rsid w:val="000E75C1"/>
    <w:rsid w:val="001019AB"/>
    <w:rsid w:val="00124E12"/>
    <w:rsid w:val="0014035B"/>
    <w:rsid w:val="001435DC"/>
    <w:rsid w:val="00157D40"/>
    <w:rsid w:val="001C5EB9"/>
    <w:rsid w:val="00203F92"/>
    <w:rsid w:val="00220DD1"/>
    <w:rsid w:val="0025732A"/>
    <w:rsid w:val="002661E1"/>
    <w:rsid w:val="00287ACA"/>
    <w:rsid w:val="002D7ECA"/>
    <w:rsid w:val="003118C8"/>
    <w:rsid w:val="0032415E"/>
    <w:rsid w:val="003432FC"/>
    <w:rsid w:val="003A4FB4"/>
    <w:rsid w:val="003D5288"/>
    <w:rsid w:val="004178C7"/>
    <w:rsid w:val="00450DB9"/>
    <w:rsid w:val="00463568"/>
    <w:rsid w:val="004C0027"/>
    <w:rsid w:val="004D0F1A"/>
    <w:rsid w:val="005014B9"/>
    <w:rsid w:val="0050256A"/>
    <w:rsid w:val="00526EC0"/>
    <w:rsid w:val="00542A82"/>
    <w:rsid w:val="0055217B"/>
    <w:rsid w:val="00564213"/>
    <w:rsid w:val="00566000"/>
    <w:rsid w:val="005741D9"/>
    <w:rsid w:val="0058432B"/>
    <w:rsid w:val="00584AA6"/>
    <w:rsid w:val="00596833"/>
    <w:rsid w:val="005A4F32"/>
    <w:rsid w:val="00602F04"/>
    <w:rsid w:val="0063027B"/>
    <w:rsid w:val="006326D7"/>
    <w:rsid w:val="00670F05"/>
    <w:rsid w:val="006D0C96"/>
    <w:rsid w:val="0070537F"/>
    <w:rsid w:val="0072252E"/>
    <w:rsid w:val="00733CBB"/>
    <w:rsid w:val="00751A44"/>
    <w:rsid w:val="00796A7F"/>
    <w:rsid w:val="007C2208"/>
    <w:rsid w:val="007D7312"/>
    <w:rsid w:val="007E1722"/>
    <w:rsid w:val="0082302B"/>
    <w:rsid w:val="00840373"/>
    <w:rsid w:val="008528D4"/>
    <w:rsid w:val="00855006"/>
    <w:rsid w:val="008B719F"/>
    <w:rsid w:val="008E213F"/>
    <w:rsid w:val="008E3110"/>
    <w:rsid w:val="008E5DCB"/>
    <w:rsid w:val="008F7F61"/>
    <w:rsid w:val="00906ADE"/>
    <w:rsid w:val="009150E4"/>
    <w:rsid w:val="0091791F"/>
    <w:rsid w:val="00932F15"/>
    <w:rsid w:val="00943440"/>
    <w:rsid w:val="00943750"/>
    <w:rsid w:val="00954F8F"/>
    <w:rsid w:val="00955361"/>
    <w:rsid w:val="009D38E2"/>
    <w:rsid w:val="009F2C0A"/>
    <w:rsid w:val="00A17EED"/>
    <w:rsid w:val="00A55B63"/>
    <w:rsid w:val="00A67529"/>
    <w:rsid w:val="00AB4C64"/>
    <w:rsid w:val="00AC7E10"/>
    <w:rsid w:val="00AE4157"/>
    <w:rsid w:val="00AF35F6"/>
    <w:rsid w:val="00B07C15"/>
    <w:rsid w:val="00B10DDF"/>
    <w:rsid w:val="00B4015F"/>
    <w:rsid w:val="00B5719D"/>
    <w:rsid w:val="00B57CE4"/>
    <w:rsid w:val="00B62878"/>
    <w:rsid w:val="00B75342"/>
    <w:rsid w:val="00B9019B"/>
    <w:rsid w:val="00B94A58"/>
    <w:rsid w:val="00BD0523"/>
    <w:rsid w:val="00BE66F0"/>
    <w:rsid w:val="00C1589F"/>
    <w:rsid w:val="00C26311"/>
    <w:rsid w:val="00C35812"/>
    <w:rsid w:val="00C82F79"/>
    <w:rsid w:val="00CC51D0"/>
    <w:rsid w:val="00CC6574"/>
    <w:rsid w:val="00CD59BA"/>
    <w:rsid w:val="00D40CE0"/>
    <w:rsid w:val="00D6022B"/>
    <w:rsid w:val="00D72D0F"/>
    <w:rsid w:val="00D855CA"/>
    <w:rsid w:val="00D960A6"/>
    <w:rsid w:val="00DB4E53"/>
    <w:rsid w:val="00DB4ED1"/>
    <w:rsid w:val="00DD3099"/>
    <w:rsid w:val="00DE3C8B"/>
    <w:rsid w:val="00E00253"/>
    <w:rsid w:val="00E00339"/>
    <w:rsid w:val="00E142A8"/>
    <w:rsid w:val="00E35398"/>
    <w:rsid w:val="00E376AF"/>
    <w:rsid w:val="00E5469A"/>
    <w:rsid w:val="00E861A5"/>
    <w:rsid w:val="00E91E91"/>
    <w:rsid w:val="00E954D3"/>
    <w:rsid w:val="00EC7DC4"/>
    <w:rsid w:val="00ED6B96"/>
    <w:rsid w:val="00EE58C0"/>
    <w:rsid w:val="00F02E5F"/>
    <w:rsid w:val="00F35903"/>
    <w:rsid w:val="00F4112A"/>
    <w:rsid w:val="00F50E15"/>
    <w:rsid w:val="00F512A5"/>
    <w:rsid w:val="00F5258E"/>
    <w:rsid w:val="00F540A3"/>
    <w:rsid w:val="00F64C9C"/>
    <w:rsid w:val="00FB27FE"/>
    <w:rsid w:val="00FE6E2B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8D4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8528D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C0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02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027"/>
    <w:rPr>
      <w:rFonts w:ascii="Times New Roman" w:eastAsia="Times New Roman" w:hAnsi="Times New Roman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027"/>
    <w:rPr>
      <w:rFonts w:ascii="Times New Roman" w:eastAsia="Times New Roman" w:hAnsi="Times New Roman"/>
      <w:b/>
      <w:bCs/>
      <w:lang w:eastAsia="de-DE"/>
    </w:rPr>
  </w:style>
  <w:style w:type="paragraph" w:styleId="Revision">
    <w:name w:val="Revision"/>
    <w:hidden/>
    <w:uiPriority w:val="99"/>
    <w:semiHidden/>
    <w:rsid w:val="004C0027"/>
    <w:rPr>
      <w:rFonts w:ascii="Times New Roman" w:eastAsia="Times New Roman" w:hAnsi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A05DB-E838-4F46-A554-DBC10BA6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</vt:lpstr>
      <vt:lpstr>Blank</vt:lpstr>
    </vt:vector>
  </TitlesOfParts>
  <Company>Copernicus Gesellschaft mbH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Anne Brekerbohm</cp:lastModifiedBy>
  <cp:revision>28</cp:revision>
  <cp:lastPrinted>2016-02-01T07:21:00Z</cp:lastPrinted>
  <dcterms:created xsi:type="dcterms:W3CDTF">2022-10-23T18:16:00Z</dcterms:created>
  <dcterms:modified xsi:type="dcterms:W3CDTF">2023-02-07T05:36:00Z</dcterms:modified>
</cp:coreProperties>
</file>